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FB614" w14:textId="1FD1BB54" w:rsidR="00247F08" w:rsidRDefault="00F2775C" w:rsidP="00CD30DB">
      <w:pPr>
        <w:pStyle w:val="Titel"/>
        <w:jc w:val="center"/>
      </w:pPr>
      <w:r>
        <w:t>Materiaal aanvraag</w:t>
      </w:r>
      <w:r w:rsidR="00CD30DB">
        <w:t>formulier</w:t>
      </w:r>
    </w:p>
    <w:p w14:paraId="30023225" w14:textId="6AE1EC5B" w:rsidR="00CD30DB" w:rsidRDefault="00CD30DB" w:rsidP="00CD30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54E06" wp14:editId="16BE7285">
                <wp:simplePos x="0" y="0"/>
                <wp:positionH relativeFrom="margin">
                  <wp:align>center</wp:align>
                </wp:positionH>
                <wp:positionV relativeFrom="paragraph">
                  <wp:posOffset>96405</wp:posOffset>
                </wp:positionV>
                <wp:extent cx="6468255" cy="1446530"/>
                <wp:effectExtent l="0" t="0" r="8890" b="13970"/>
                <wp:wrapNone/>
                <wp:docPr id="3" name="Ka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255" cy="1446530"/>
                        </a:xfrm>
                        <a:prstGeom prst="frame">
                          <a:avLst>
                            <a:gd name="adj1" fmla="val 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4A761D" id="Kader 3" o:spid="_x0000_s1026" style="position:absolute;margin-left:0;margin-top:7.6pt;width:509.3pt;height:113.9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6468255,14465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" path="m,l6468255,r,1446530l,1446530,,xm,l,1446530r6468255,l6468255,,,xe" filled="f" strokecolor="black [3213]" strokeweight="1pt">
                <v:stroke joinstyle="miter"/>
                <v:path arrowok="t" o:connecttype="custom" o:connectlocs="0,0;6468255,0;6468255,1446530;0,1446530;0,0;0,0;0,1446530;6468255,1446530;6468255,0;0,0" o:connectangles="0,0,0,0,0,0,0,0,0,0"/>
                <w10:wrap anchorx="margin"/>
              </v:shape>
            </w:pict>
          </mc:Fallback>
        </mc:AlternateContent>
      </w:r>
    </w:p>
    <w:p w14:paraId="4ACF0A2C" w14:textId="230B25A8" w:rsidR="00CD30DB" w:rsidRPr="00CD30DB" w:rsidRDefault="00627312" w:rsidP="00CD30DB">
      <w:pPr>
        <w:ind w:left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Speltak</w:t>
      </w:r>
      <w:r w:rsidR="00CD30DB" w:rsidRPr="00CD30DB">
        <w:rPr>
          <w:b/>
          <w:bCs/>
          <w:sz w:val="28"/>
          <w:szCs w:val="28"/>
        </w:rPr>
        <w:t xml:space="preserve"> gegevens</w:t>
      </w:r>
    </w:p>
    <w:p w14:paraId="3F5F49F4" w14:textId="45A4F553" w:rsidR="00CD30DB" w:rsidRDefault="00CD30DB" w:rsidP="00CD30DB">
      <w:pPr>
        <w:ind w:left="284"/>
      </w:pPr>
    </w:p>
    <w:p w14:paraId="7672DBB7" w14:textId="50B72624" w:rsidR="00CD30DB" w:rsidRDefault="000769ED" w:rsidP="00CD30DB">
      <w:pPr>
        <w:tabs>
          <w:tab w:val="left" w:pos="1701"/>
          <w:tab w:val="left" w:pos="5670"/>
          <w:tab w:val="left" w:pos="7655"/>
        </w:tabs>
        <w:ind w:left="284"/>
      </w:pPr>
      <w:r>
        <w:t>Speltak</w:t>
      </w:r>
      <w:r w:rsidR="00CD30DB">
        <w:t>:</w:t>
      </w:r>
      <w:r w:rsidR="00CD30DB">
        <w:tab/>
      </w:r>
      <w:r w:rsidR="00FD105B">
        <w:fldChar w:fldCharType="begin">
          <w:ffData>
            <w:name w:val="Speltak"/>
            <w:enabled/>
            <w:calcOnExit w:val="0"/>
            <w:ddList>
              <w:listEntry w:val="           "/>
              <w:listEntry w:val="Bevers"/>
              <w:listEntry w:val="Welpen"/>
              <w:listEntry w:val="Scouts"/>
              <w:listEntry w:val="Explorers"/>
              <w:listEntry w:val="Roverscouts"/>
              <w:listEntry w:val="Pivo's"/>
            </w:ddList>
          </w:ffData>
        </w:fldChar>
      </w:r>
      <w:bookmarkStart w:id="0" w:name="Speltak"/>
      <w:r w:rsidR="00FD105B">
        <w:instrText xml:space="preserve"> FORMDROPDOWN </w:instrText>
      </w:r>
      <w:r w:rsidR="00684F76">
        <w:fldChar w:fldCharType="separate"/>
      </w:r>
      <w:r w:rsidR="00FD105B">
        <w:fldChar w:fldCharType="end"/>
      </w:r>
      <w:bookmarkEnd w:id="0"/>
      <w:r w:rsidR="00CD30DB">
        <w:tab/>
      </w:r>
      <w:r w:rsidR="001A0F26">
        <w:t>Start d</w:t>
      </w:r>
      <w:r w:rsidR="00CD30DB">
        <w:t>atum:</w:t>
      </w:r>
      <w:r w:rsidR="00CD30DB">
        <w:tab/>
      </w:r>
      <w:r w:rsidR="00F16F9A">
        <w:fldChar w:fldCharType="begin">
          <w:ffData>
            <w:name w:val="Datum"/>
            <w:enabled/>
            <w:calcOnExit w:val="0"/>
            <w:textInput>
              <w:maxLength w:val="10"/>
            </w:textInput>
          </w:ffData>
        </w:fldChar>
      </w:r>
      <w:bookmarkStart w:id="1" w:name="Datum"/>
      <w:r w:rsidR="00F16F9A">
        <w:instrText xml:space="preserve"> FORMTEXT </w:instrText>
      </w:r>
      <w:r w:rsidR="00F16F9A">
        <w:fldChar w:fldCharType="separate"/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F16F9A">
        <w:fldChar w:fldCharType="end"/>
      </w:r>
      <w:bookmarkEnd w:id="1"/>
    </w:p>
    <w:p w14:paraId="2DE19063" w14:textId="13AD85D9" w:rsidR="00CD30DB" w:rsidRDefault="000769ED" w:rsidP="00CD30DB">
      <w:pPr>
        <w:tabs>
          <w:tab w:val="left" w:pos="1701"/>
          <w:tab w:val="left" w:pos="5670"/>
          <w:tab w:val="left" w:pos="7655"/>
        </w:tabs>
        <w:ind w:left="284"/>
      </w:pPr>
      <w:r>
        <w:t>Aanvrager</w:t>
      </w:r>
      <w:r w:rsidR="00CD30DB">
        <w:t>:</w:t>
      </w:r>
      <w:r w:rsidR="00CD30DB">
        <w:tab/>
      </w:r>
      <w:r w:rsidR="00BB5AA9">
        <w:fldChar w:fldCharType="begin">
          <w:ffData>
            <w:name w:val="Adres"/>
            <w:enabled/>
            <w:calcOnExit w:val="0"/>
            <w:textInput/>
          </w:ffData>
        </w:fldChar>
      </w:r>
      <w:bookmarkStart w:id="2" w:name="Adres"/>
      <w:r w:rsidR="00BB5AA9">
        <w:instrText xml:space="preserve"> FORMTEXT </w:instrText>
      </w:r>
      <w:r w:rsidR="00BB5AA9">
        <w:fldChar w:fldCharType="separate"/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BB5AA9">
        <w:fldChar w:fldCharType="end"/>
      </w:r>
      <w:bookmarkEnd w:id="2"/>
      <w:r w:rsidR="00CD30DB">
        <w:tab/>
      </w:r>
      <w:proofErr w:type="gramStart"/>
      <w:r w:rsidR="00E90D87">
        <w:t>Eind datum</w:t>
      </w:r>
      <w:proofErr w:type="gramEnd"/>
      <w:r w:rsidR="00CD30DB">
        <w:t>:</w:t>
      </w:r>
      <w:r w:rsidR="00CD30DB">
        <w:tab/>
      </w:r>
      <w:r w:rsidR="00F16F9A">
        <w:fldChar w:fldCharType="begin">
          <w:ffData>
            <w:name w:val="Telefoonnummer"/>
            <w:enabled/>
            <w:calcOnExit w:val="0"/>
            <w:textInput>
              <w:maxLength w:val="14"/>
            </w:textInput>
          </w:ffData>
        </w:fldChar>
      </w:r>
      <w:bookmarkStart w:id="3" w:name="Telefoonnummer"/>
      <w:r w:rsidR="00F16F9A">
        <w:instrText xml:space="preserve"> FORMTEXT </w:instrText>
      </w:r>
      <w:r w:rsidR="00F16F9A">
        <w:fldChar w:fldCharType="separate"/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F16F9A">
        <w:fldChar w:fldCharType="end"/>
      </w:r>
      <w:bookmarkEnd w:id="3"/>
    </w:p>
    <w:p w14:paraId="5127946E" w14:textId="2F1DDD17" w:rsidR="00CD30DB" w:rsidRDefault="00CD30DB" w:rsidP="00CD30DB">
      <w:pPr>
        <w:tabs>
          <w:tab w:val="left" w:pos="1701"/>
          <w:tab w:val="left" w:pos="5670"/>
          <w:tab w:val="left" w:pos="7655"/>
        </w:tabs>
        <w:ind w:left="284"/>
      </w:pPr>
      <w:r>
        <w:t>E-mail:</w:t>
      </w:r>
      <w:r>
        <w:tab/>
      </w:r>
      <w:r w:rsidR="00BB5AA9">
        <w:fldChar w:fldCharType="begin">
          <w:ffData>
            <w:name w:val="Email"/>
            <w:enabled/>
            <w:calcOnExit w:val="0"/>
            <w:textInput/>
          </w:ffData>
        </w:fldChar>
      </w:r>
      <w:bookmarkStart w:id="4" w:name="Email"/>
      <w:r w:rsidR="00BB5AA9">
        <w:instrText xml:space="preserve"> FORMTEXT </w:instrText>
      </w:r>
      <w:r w:rsidR="00BB5AA9">
        <w:fldChar w:fldCharType="separate"/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35474A">
        <w:rPr>
          <w:noProof/>
        </w:rPr>
        <w:t> </w:t>
      </w:r>
      <w:r w:rsidR="00BB5AA9">
        <w:fldChar w:fldCharType="end"/>
      </w:r>
      <w:bookmarkEnd w:id="4"/>
      <w:r w:rsidR="0027102E">
        <w:tab/>
      </w:r>
    </w:p>
    <w:p w14:paraId="7D388192" w14:textId="5D4A943A" w:rsidR="00CD30DB" w:rsidRDefault="00AC4BEB" w:rsidP="00CD30DB">
      <w:pPr>
        <w:tabs>
          <w:tab w:val="left" w:pos="1701"/>
          <w:tab w:val="left" w:pos="5670"/>
          <w:tab w:val="left" w:pos="7655"/>
        </w:tabs>
        <w:ind w:left="284"/>
      </w:pPr>
      <w:r>
        <w:t>Type</w:t>
      </w:r>
      <w:r w:rsidR="00CD30DB">
        <w:t>:</w:t>
      </w:r>
      <w:r w:rsidR="00CD30DB">
        <w:tab/>
      </w:r>
      <w:r w:rsidR="00FD105B">
        <w:fldChar w:fldCharType="begin">
          <w:ffData>
            <w:name w:val="Type"/>
            <w:enabled/>
            <w:calcOnExit w:val="0"/>
            <w:ddList>
              <w:listEntry w:val="           "/>
              <w:listEntry w:val="Speltak"/>
              <w:listEntry w:val="Weekend"/>
              <w:listEntry w:val="Kamp"/>
            </w:ddList>
          </w:ffData>
        </w:fldChar>
      </w:r>
      <w:bookmarkStart w:id="5" w:name="Type"/>
      <w:r w:rsidR="00FD105B">
        <w:instrText xml:space="preserve"> FORMDROPDOWN </w:instrText>
      </w:r>
      <w:r w:rsidR="00684F76">
        <w:fldChar w:fldCharType="separate"/>
      </w:r>
      <w:r w:rsidR="00FD105B">
        <w:fldChar w:fldCharType="end"/>
      </w:r>
      <w:bookmarkEnd w:id="5"/>
      <w:r w:rsidR="00CD30DB">
        <w:tab/>
      </w:r>
      <w:r w:rsidR="00FD105B">
        <w:t>Blad</w:t>
      </w:r>
      <w:r w:rsidR="00CD30DB">
        <w:t>:</w:t>
      </w:r>
      <w:r w:rsidR="00CD30DB">
        <w:tab/>
      </w:r>
      <w:r w:rsidR="00FD105B">
        <w:fldChar w:fldCharType="begin">
          <w:ffData>
            <w:name w:val="Dropdown1"/>
            <w:enabled/>
            <w:calcOnExit w:val="0"/>
            <w:ddList>
              <w:listEntry w:val="           "/>
              <w:listEntry w:val="1"/>
              <w:listEntry w:val="2"/>
              <w:listEntry w:val="3"/>
              <w:listEntry w:val="4"/>
            </w:ddList>
          </w:ffData>
        </w:fldChar>
      </w:r>
      <w:bookmarkStart w:id="6" w:name="Dropdown1"/>
      <w:r w:rsidR="00FD105B">
        <w:instrText xml:space="preserve"> FORMDROPDOWN </w:instrText>
      </w:r>
      <w:r w:rsidR="00684F76">
        <w:fldChar w:fldCharType="separate"/>
      </w:r>
      <w:r w:rsidR="00FD105B">
        <w:fldChar w:fldCharType="end"/>
      </w:r>
      <w:bookmarkEnd w:id="6"/>
    </w:p>
    <w:p w14:paraId="0B944273" w14:textId="51C5FE28" w:rsidR="00FB6A98" w:rsidRPr="00FB6A98" w:rsidRDefault="00FB6A98" w:rsidP="00FB6A98"/>
    <w:p w14:paraId="497A4E87" w14:textId="77777777" w:rsidR="00382A54" w:rsidRDefault="00382A54" w:rsidP="00FB6A98"/>
    <w:p w14:paraId="7FF0AA58" w14:textId="75AFFC69" w:rsidR="007B5FBE" w:rsidRDefault="0001201C" w:rsidP="007B5FBE">
      <w:pPr>
        <w:ind w:left="284"/>
      </w:pPr>
      <w:r>
        <w:t xml:space="preserve">Stuur je materiaalaanvraag </w:t>
      </w:r>
      <w:r w:rsidR="003F640F">
        <w:t xml:space="preserve">optijd naar </w:t>
      </w:r>
      <w:hyperlink r:id="rId11" w:history="1">
        <w:r w:rsidR="007B5FBE" w:rsidRPr="00D16F00">
          <w:rPr>
            <w:rStyle w:val="Hyperlink"/>
          </w:rPr>
          <w:t>materiaalbeheer@willibrordkerkade.com</w:t>
        </w:r>
      </w:hyperlink>
    </w:p>
    <w:p w14:paraId="7B734186" w14:textId="650C772B" w:rsidR="005F18FC" w:rsidRPr="006C4BB2" w:rsidRDefault="00B20C9F" w:rsidP="007B5FBE">
      <w:pPr>
        <w:ind w:left="284"/>
        <w:rPr>
          <w:i/>
          <w:iCs/>
          <w:sz w:val="20"/>
          <w:szCs w:val="20"/>
        </w:rPr>
      </w:pPr>
      <w:r w:rsidRPr="006C4BB2">
        <w:rPr>
          <w:i/>
          <w:iCs/>
          <w:sz w:val="20"/>
          <w:szCs w:val="20"/>
        </w:rPr>
        <w:t>(</w:t>
      </w:r>
      <w:r w:rsidR="005F18FC" w:rsidRPr="006C4BB2">
        <w:rPr>
          <w:i/>
          <w:iCs/>
          <w:sz w:val="20"/>
          <w:szCs w:val="20"/>
        </w:rPr>
        <w:t xml:space="preserve">Mochten </w:t>
      </w:r>
      <w:r w:rsidR="00804E7A" w:rsidRPr="006C4BB2">
        <w:rPr>
          <w:i/>
          <w:iCs/>
          <w:sz w:val="20"/>
          <w:szCs w:val="20"/>
        </w:rPr>
        <w:t xml:space="preserve">er in de aanvraag materialen staan die we niet hebben, zorg dan dat je aanvraag ruim voor de speltak datum is ingediend zodat </w:t>
      </w:r>
      <w:r w:rsidRPr="006C4BB2">
        <w:rPr>
          <w:i/>
          <w:iCs/>
          <w:sz w:val="20"/>
          <w:szCs w:val="20"/>
        </w:rPr>
        <w:t>deze eventueel besteld kunnen worden)</w:t>
      </w:r>
    </w:p>
    <w:tbl>
      <w:tblPr>
        <w:tblStyle w:val="Tabelraster"/>
        <w:tblW w:w="10204" w:type="dxa"/>
        <w:tblInd w:w="137" w:type="dxa"/>
        <w:tblLook w:val="04A0" w:firstRow="1" w:lastRow="0" w:firstColumn="1" w:lastColumn="0" w:noHBand="0" w:noVBand="1"/>
      </w:tblPr>
      <w:tblGrid>
        <w:gridCol w:w="3402"/>
        <w:gridCol w:w="3231"/>
        <w:gridCol w:w="1148"/>
        <w:gridCol w:w="1290"/>
        <w:gridCol w:w="1133"/>
      </w:tblGrid>
      <w:tr w:rsidR="00B470EA" w14:paraId="193DEDE8" w14:textId="77777777" w:rsidTr="008A25E0">
        <w:trPr>
          <w:trHeight w:val="144"/>
        </w:trPr>
        <w:tc>
          <w:tcPr>
            <w:tcW w:w="3402" w:type="dxa"/>
            <w:vMerge w:val="restart"/>
            <w:vAlign w:val="bottom"/>
          </w:tcPr>
          <w:p w14:paraId="791EDD51" w14:textId="7F73833D" w:rsidR="00B470EA" w:rsidRDefault="00B470EA" w:rsidP="00B470EA">
            <w:pPr>
              <w:jc w:val="center"/>
            </w:pPr>
            <w:r>
              <w:t>Omschrijving</w:t>
            </w:r>
          </w:p>
        </w:tc>
        <w:tc>
          <w:tcPr>
            <w:tcW w:w="3231" w:type="dxa"/>
            <w:vMerge w:val="restart"/>
            <w:vAlign w:val="bottom"/>
          </w:tcPr>
          <w:p w14:paraId="301D5F38" w14:textId="7C1CCC69" w:rsidR="00B470EA" w:rsidRDefault="00B470EA" w:rsidP="00B470EA">
            <w:pPr>
              <w:jc w:val="center"/>
            </w:pPr>
            <w:r>
              <w:t>Opmerking</w:t>
            </w:r>
          </w:p>
        </w:tc>
        <w:tc>
          <w:tcPr>
            <w:tcW w:w="3571" w:type="dxa"/>
            <w:gridSpan w:val="3"/>
          </w:tcPr>
          <w:p w14:paraId="09F50E9A" w14:textId="0000CFB2" w:rsidR="00B470EA" w:rsidRDefault="00B470EA" w:rsidP="00943549">
            <w:pPr>
              <w:jc w:val="center"/>
            </w:pPr>
            <w:r>
              <w:t>Aantal</w:t>
            </w:r>
          </w:p>
        </w:tc>
      </w:tr>
      <w:tr w:rsidR="00B470EA" w14:paraId="7B419FCC" w14:textId="77777777" w:rsidTr="008A25E0">
        <w:trPr>
          <w:trHeight w:val="144"/>
        </w:trPr>
        <w:tc>
          <w:tcPr>
            <w:tcW w:w="3402" w:type="dxa"/>
            <w:vMerge/>
          </w:tcPr>
          <w:p w14:paraId="7B514827" w14:textId="77777777" w:rsidR="00B470EA" w:rsidRDefault="00B470EA" w:rsidP="00FB6A98"/>
        </w:tc>
        <w:tc>
          <w:tcPr>
            <w:tcW w:w="3231" w:type="dxa"/>
            <w:vMerge/>
          </w:tcPr>
          <w:p w14:paraId="784A041D" w14:textId="77777777" w:rsidR="00B470EA" w:rsidRDefault="00B470EA" w:rsidP="00FB6A98"/>
        </w:tc>
        <w:tc>
          <w:tcPr>
            <w:tcW w:w="1148" w:type="dxa"/>
          </w:tcPr>
          <w:p w14:paraId="4A8CC7CB" w14:textId="00AB2DCE" w:rsidR="00B470EA" w:rsidRDefault="00B470EA" w:rsidP="00943549">
            <w:pPr>
              <w:jc w:val="center"/>
            </w:pPr>
            <w:r>
              <w:t>Gevraagd</w:t>
            </w:r>
          </w:p>
        </w:tc>
        <w:tc>
          <w:tcPr>
            <w:tcW w:w="1290" w:type="dxa"/>
          </w:tcPr>
          <w:p w14:paraId="15D988F2" w14:textId="4A9C27EE" w:rsidR="00B470EA" w:rsidRDefault="00B470EA" w:rsidP="00943549">
            <w:pPr>
              <w:jc w:val="center"/>
            </w:pPr>
            <w:r>
              <w:t>Ontvangen</w:t>
            </w:r>
          </w:p>
        </w:tc>
        <w:tc>
          <w:tcPr>
            <w:tcW w:w="1133" w:type="dxa"/>
          </w:tcPr>
          <w:p w14:paraId="5567695B" w14:textId="7C9A473A" w:rsidR="00B470EA" w:rsidRDefault="00B470EA" w:rsidP="00943549">
            <w:pPr>
              <w:jc w:val="center"/>
            </w:pPr>
            <w:r>
              <w:t>Retour</w:t>
            </w:r>
          </w:p>
        </w:tc>
      </w:tr>
      <w:bookmarkStart w:id="7" w:name="Text9"/>
      <w:tr w:rsidR="005E2111" w14:paraId="65F41348" w14:textId="77777777" w:rsidTr="008A25E0">
        <w:trPr>
          <w:trHeight w:val="143"/>
        </w:trPr>
        <w:tc>
          <w:tcPr>
            <w:tcW w:w="3402" w:type="dxa"/>
          </w:tcPr>
          <w:p w14:paraId="184AA320" w14:textId="6CE53EDE" w:rsidR="005E2111" w:rsidRDefault="007C6D1A" w:rsidP="00FB6A98">
            <w: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8" w:name="Text13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bookmarkStart w:id="9" w:name="Text23"/>
        <w:bookmarkEnd w:id="7"/>
        <w:tc>
          <w:tcPr>
            <w:tcW w:w="3231" w:type="dxa"/>
          </w:tcPr>
          <w:p w14:paraId="48543EFA" w14:textId="57231E2F" w:rsidR="005E2111" w:rsidRDefault="007C6D1A" w:rsidP="00FB6A98">
            <w: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10" w:name="Text13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bookmarkStart w:id="11" w:name="Text37"/>
        <w:bookmarkEnd w:id="9"/>
        <w:tc>
          <w:tcPr>
            <w:tcW w:w="1148" w:type="dxa"/>
          </w:tcPr>
          <w:p w14:paraId="3682C6E7" w14:textId="205BD4C6" w:rsidR="005E2111" w:rsidRDefault="007C6D1A" w:rsidP="00FB6A98">
            <w: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2" w:name="Text13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290" w:type="dxa"/>
          </w:tcPr>
          <w:p w14:paraId="52155F3D" w14:textId="27B06AFC" w:rsidR="005E2111" w:rsidRDefault="00F26467" w:rsidP="00FB6A98"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3" w:name="Text5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bookmarkEnd w:id="11"/>
        <w:tc>
          <w:tcPr>
            <w:tcW w:w="1133" w:type="dxa"/>
          </w:tcPr>
          <w:p w14:paraId="0DCF54C7" w14:textId="5A8A611F" w:rsidR="005E2111" w:rsidRDefault="00F26467" w:rsidP="00FB6A98"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4" w:name="Text5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5E2111" w14:paraId="69696364" w14:textId="77777777" w:rsidTr="008A25E0">
        <w:tc>
          <w:tcPr>
            <w:tcW w:w="3402" w:type="dxa"/>
          </w:tcPr>
          <w:p w14:paraId="3E6E5E8E" w14:textId="1A4615D0" w:rsidR="005E2111" w:rsidRDefault="005E2111" w:rsidP="00FB6A98"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5" w:name="Text1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15"/>
        <w:tc>
          <w:tcPr>
            <w:tcW w:w="3231" w:type="dxa"/>
          </w:tcPr>
          <w:p w14:paraId="4BB6EEF4" w14:textId="14265EB3" w:rsidR="005E2111" w:rsidRDefault="005E2111" w:rsidP="00FB6A98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6" w:name="Text2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16"/>
        <w:tc>
          <w:tcPr>
            <w:tcW w:w="1148" w:type="dxa"/>
          </w:tcPr>
          <w:p w14:paraId="5A462F8E" w14:textId="55CFFB35" w:rsidR="005E2111" w:rsidRDefault="005E2111" w:rsidP="00FB6A98">
            <w:r>
              <w:fldChar w:fldCharType="begin">
                <w:ffData>
                  <w:name w:val="Text38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7" w:name="Text3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519B3BFE" w14:textId="3963DC01" w:rsidR="005E2111" w:rsidRDefault="00F26467" w:rsidP="00FB6A98"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8" w:name="Text5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bookmarkEnd w:id="17"/>
        <w:tc>
          <w:tcPr>
            <w:tcW w:w="1133" w:type="dxa"/>
          </w:tcPr>
          <w:p w14:paraId="67CE1E32" w14:textId="7483E5F1" w:rsidR="005E2111" w:rsidRDefault="00F26467" w:rsidP="00FB6A98"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9" w:name="Text6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5E2111" w14:paraId="4B5621A5" w14:textId="77777777" w:rsidTr="008A25E0">
        <w:tc>
          <w:tcPr>
            <w:tcW w:w="3402" w:type="dxa"/>
          </w:tcPr>
          <w:p w14:paraId="073A4088" w14:textId="05815B19" w:rsidR="005E2111" w:rsidRDefault="005E2111" w:rsidP="00FB6A98"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0" w:name="Text1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20"/>
        <w:tc>
          <w:tcPr>
            <w:tcW w:w="3231" w:type="dxa"/>
          </w:tcPr>
          <w:p w14:paraId="5B72CA76" w14:textId="2DBF996C" w:rsidR="005E2111" w:rsidRDefault="005E2111" w:rsidP="00FB6A98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1" w:name="Text2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21"/>
        <w:tc>
          <w:tcPr>
            <w:tcW w:w="1148" w:type="dxa"/>
          </w:tcPr>
          <w:p w14:paraId="125FC683" w14:textId="247894E3" w:rsidR="005E2111" w:rsidRDefault="005E2111" w:rsidP="00FB6A98">
            <w:r>
              <w:fldChar w:fldCharType="begin">
                <w:ffData>
                  <w:name w:val="Text39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2" w:name="Text3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7F4F3D5E" w14:textId="7F4C1252" w:rsidR="005E2111" w:rsidRDefault="00F26467" w:rsidP="00FB6A98"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3" w:name="Text6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bookmarkEnd w:id="22"/>
        <w:tc>
          <w:tcPr>
            <w:tcW w:w="1133" w:type="dxa"/>
          </w:tcPr>
          <w:p w14:paraId="323F8ECD" w14:textId="6C8C2466" w:rsidR="005E2111" w:rsidRDefault="00F26467" w:rsidP="00FB6A98"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24" w:name="Text6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5E2111" w14:paraId="2FF8882C" w14:textId="77777777" w:rsidTr="008A25E0">
        <w:tc>
          <w:tcPr>
            <w:tcW w:w="3402" w:type="dxa"/>
          </w:tcPr>
          <w:p w14:paraId="56F45072" w14:textId="3ADAC972" w:rsidR="005E2111" w:rsidRDefault="005E2111" w:rsidP="00FB6A98">
            <w:r>
              <w:fldChar w:fldCharType="begin">
                <w:ffData>
                  <w:name w:val="Text1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5" w:name="Text1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25"/>
        <w:tc>
          <w:tcPr>
            <w:tcW w:w="3231" w:type="dxa"/>
          </w:tcPr>
          <w:p w14:paraId="6FD49920" w14:textId="1A6A0782" w:rsidR="005E2111" w:rsidRDefault="005E2111" w:rsidP="00FB6A98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26"/>
        <w:tc>
          <w:tcPr>
            <w:tcW w:w="1148" w:type="dxa"/>
          </w:tcPr>
          <w:p w14:paraId="0BCFAB13" w14:textId="3421DDFF" w:rsidR="005E2111" w:rsidRDefault="005E2111" w:rsidP="00FB6A98">
            <w:r>
              <w:fldChar w:fldCharType="begin">
                <w:ffData>
                  <w:name w:val="Text40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27" w:name="Text4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38E2A862" w14:textId="63D10339" w:rsidR="005E2111" w:rsidRDefault="00F26467" w:rsidP="00FB6A98"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8" w:name="Text6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bookmarkEnd w:id="27"/>
        <w:tc>
          <w:tcPr>
            <w:tcW w:w="1133" w:type="dxa"/>
          </w:tcPr>
          <w:p w14:paraId="72C2A31D" w14:textId="60E02B6F" w:rsidR="005E2111" w:rsidRDefault="00F26467" w:rsidP="00FB6A98"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9" w:name="Text6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  <w:tr w:rsidR="005E2111" w14:paraId="43601AF4" w14:textId="77777777" w:rsidTr="008A25E0">
        <w:tc>
          <w:tcPr>
            <w:tcW w:w="3402" w:type="dxa"/>
          </w:tcPr>
          <w:p w14:paraId="4B8B692F" w14:textId="41FDABA3" w:rsidR="005E2111" w:rsidRDefault="005E2111" w:rsidP="00FB6A98"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0" w:name="Text1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30"/>
        <w:tc>
          <w:tcPr>
            <w:tcW w:w="3231" w:type="dxa"/>
          </w:tcPr>
          <w:p w14:paraId="26441128" w14:textId="26EF1352" w:rsidR="005E2111" w:rsidRDefault="005E2111" w:rsidP="00FB6A98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1" w:name="Text2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31"/>
        <w:tc>
          <w:tcPr>
            <w:tcW w:w="1148" w:type="dxa"/>
          </w:tcPr>
          <w:p w14:paraId="1DE221CB" w14:textId="0869255C" w:rsidR="005E2111" w:rsidRDefault="005E2111" w:rsidP="00FB6A98">
            <w:r>
              <w:fldChar w:fldCharType="begin">
                <w:ffData>
                  <w:name w:val="Text41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32" w:name="Text4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073737A6" w14:textId="35F05AEE" w:rsidR="005E2111" w:rsidRDefault="00F26467" w:rsidP="00FB6A98"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3" w:name="Text6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bookmarkEnd w:id="32"/>
        <w:tc>
          <w:tcPr>
            <w:tcW w:w="1133" w:type="dxa"/>
          </w:tcPr>
          <w:p w14:paraId="5A8BE1BE" w14:textId="27F72FCE" w:rsidR="005E2111" w:rsidRDefault="00F26467" w:rsidP="00FB6A98"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4" w:name="Text6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  <w:tr w:rsidR="005E2111" w14:paraId="3F3FAFBC" w14:textId="77777777" w:rsidTr="008A25E0">
        <w:tc>
          <w:tcPr>
            <w:tcW w:w="3402" w:type="dxa"/>
          </w:tcPr>
          <w:p w14:paraId="7947A32A" w14:textId="16357BFF" w:rsidR="005E2111" w:rsidRDefault="005E2111" w:rsidP="00FB6A98">
            <w: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5" w:name="Text1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35"/>
        <w:tc>
          <w:tcPr>
            <w:tcW w:w="3231" w:type="dxa"/>
          </w:tcPr>
          <w:p w14:paraId="491D78A2" w14:textId="129F3172" w:rsidR="005E2111" w:rsidRDefault="005E2111" w:rsidP="00FB6A98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6" w:name="Text2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36"/>
        <w:tc>
          <w:tcPr>
            <w:tcW w:w="1148" w:type="dxa"/>
          </w:tcPr>
          <w:p w14:paraId="4C88CECE" w14:textId="4BAFDEC7" w:rsidR="005E2111" w:rsidRDefault="005E2111" w:rsidP="00FB6A98">
            <w:r>
              <w:fldChar w:fldCharType="begin">
                <w:ffData>
                  <w:name w:val="Text42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37" w:name="Text4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377282D6" w14:textId="33160B0B" w:rsidR="005E2111" w:rsidRDefault="00F26467" w:rsidP="00FB6A98"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8" w:name="Text6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bookmarkEnd w:id="37"/>
        <w:tc>
          <w:tcPr>
            <w:tcW w:w="1133" w:type="dxa"/>
          </w:tcPr>
          <w:p w14:paraId="0AB790EE" w14:textId="42DA30E0" w:rsidR="005E2111" w:rsidRDefault="00F26467" w:rsidP="00FB6A98"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9" w:name="Text6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</w:tr>
      <w:tr w:rsidR="005E2111" w14:paraId="3761107E" w14:textId="77777777" w:rsidTr="008A25E0">
        <w:tc>
          <w:tcPr>
            <w:tcW w:w="3402" w:type="dxa"/>
          </w:tcPr>
          <w:p w14:paraId="0A67AF4E" w14:textId="5B7B7EA4" w:rsidR="005E2111" w:rsidRDefault="005E2111" w:rsidP="00FB6A98">
            <w:r>
              <w:fldChar w:fldCharType="begin">
                <w:ffData>
                  <w:name w:val="Text1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0" w:name="Text1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40"/>
        <w:tc>
          <w:tcPr>
            <w:tcW w:w="3231" w:type="dxa"/>
          </w:tcPr>
          <w:p w14:paraId="279A84A9" w14:textId="24E9B853" w:rsidR="005E2111" w:rsidRDefault="005E2111" w:rsidP="00FB6A98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1" w:name="Text2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bookmarkEnd w:id="41"/>
        <w:tc>
          <w:tcPr>
            <w:tcW w:w="1148" w:type="dxa"/>
          </w:tcPr>
          <w:p w14:paraId="4FBFDF1C" w14:textId="1F8435E1" w:rsidR="005E2111" w:rsidRDefault="005E2111" w:rsidP="00FB6A98">
            <w:r>
              <w:fldChar w:fldCharType="begin">
                <w:ffData>
                  <w:name w:val="Text43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42" w:name="Text4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90" w:type="dxa"/>
          </w:tcPr>
          <w:p w14:paraId="0EDF17A2" w14:textId="443E2617" w:rsidR="005E2111" w:rsidRDefault="00F26467" w:rsidP="00FB6A98"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43" w:name="Text6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bookmarkEnd w:id="42"/>
        <w:tc>
          <w:tcPr>
            <w:tcW w:w="1133" w:type="dxa"/>
          </w:tcPr>
          <w:p w14:paraId="3E46A628" w14:textId="259A04E7" w:rsidR="005E2111" w:rsidRDefault="00F26467" w:rsidP="00FB6A98"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44" w:name="Text7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5E2111" w14:paraId="3ED4A64A" w14:textId="77777777" w:rsidTr="008A25E0">
        <w:tc>
          <w:tcPr>
            <w:tcW w:w="3402" w:type="dxa"/>
          </w:tcPr>
          <w:p w14:paraId="25C66A30" w14:textId="24CCC4F2" w:rsidR="005E2111" w:rsidRDefault="005E2111" w:rsidP="00FB6A98">
            <w:r>
              <w:fldChar w:fldCharType="begin">
                <w:ffData>
                  <w:name w:val="Text46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45" w:name="Text4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31" w:type="dxa"/>
          </w:tcPr>
          <w:p w14:paraId="47E48436" w14:textId="0F8D7B8B" w:rsidR="005E2111" w:rsidRDefault="00F26467" w:rsidP="00FB6A9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6" w:name="Text5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  <w:tc>
          <w:tcPr>
            <w:tcW w:w="1148" w:type="dxa"/>
          </w:tcPr>
          <w:p w14:paraId="24B0DE1D" w14:textId="621A7FED" w:rsidR="005E2111" w:rsidRDefault="00F26467" w:rsidP="00FB6A9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7" w:name="Text5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  <w:tc>
          <w:tcPr>
            <w:tcW w:w="1290" w:type="dxa"/>
          </w:tcPr>
          <w:p w14:paraId="3045D7DA" w14:textId="0282D8F5" w:rsidR="005E2111" w:rsidRDefault="00F26467" w:rsidP="00FB6A98"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48" w:name="Text7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bookmarkEnd w:id="45"/>
        <w:tc>
          <w:tcPr>
            <w:tcW w:w="1133" w:type="dxa"/>
          </w:tcPr>
          <w:p w14:paraId="11F9FFBD" w14:textId="3A9A30FB" w:rsidR="005E2111" w:rsidRDefault="00F26467" w:rsidP="00FB6A98"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49" w:name="Text7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</w:tr>
      <w:tr w:rsidR="005E2111" w14:paraId="37DB0D22" w14:textId="77777777" w:rsidTr="008A25E0">
        <w:tc>
          <w:tcPr>
            <w:tcW w:w="3402" w:type="dxa"/>
          </w:tcPr>
          <w:p w14:paraId="01DFB088" w14:textId="01C37789" w:rsidR="005E2111" w:rsidRDefault="00F26467" w:rsidP="00FB6A98"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50" w:name="Text7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  <w:tc>
          <w:tcPr>
            <w:tcW w:w="3231" w:type="dxa"/>
          </w:tcPr>
          <w:p w14:paraId="7D8401BB" w14:textId="613EC8CB" w:rsidR="005E2111" w:rsidRDefault="00F26467" w:rsidP="00FB6A98"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51" w:name="Text7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  <w:tc>
          <w:tcPr>
            <w:tcW w:w="1148" w:type="dxa"/>
          </w:tcPr>
          <w:p w14:paraId="4C436935" w14:textId="22B36B08" w:rsidR="005E2111" w:rsidRDefault="00F26467" w:rsidP="00FB6A98">
            <w: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2" w:name="Text7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1290" w:type="dxa"/>
          </w:tcPr>
          <w:p w14:paraId="5127F3FD" w14:textId="0FE907E4" w:rsidR="005E2111" w:rsidRDefault="00F26467" w:rsidP="00FB6A98">
            <w: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53" w:name="Text7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1133" w:type="dxa"/>
          </w:tcPr>
          <w:p w14:paraId="3209AA67" w14:textId="1AA0E4EE" w:rsidR="005E2111" w:rsidRDefault="00F26467" w:rsidP="00FB6A98">
            <w: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54" w:name="Text7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</w:tr>
      <w:tr w:rsidR="005E2111" w14:paraId="6A4261C4" w14:textId="77777777" w:rsidTr="008A25E0">
        <w:trPr>
          <w:trHeight w:val="143"/>
        </w:trPr>
        <w:tc>
          <w:tcPr>
            <w:tcW w:w="3402" w:type="dxa"/>
          </w:tcPr>
          <w:p w14:paraId="2385729C" w14:textId="7E0F59F6" w:rsidR="005E2111" w:rsidRDefault="00F26467" w:rsidP="00FB6A98">
            <w: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55" w:name="Text12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  <w:tc>
          <w:tcPr>
            <w:tcW w:w="3231" w:type="dxa"/>
          </w:tcPr>
          <w:p w14:paraId="518A821E" w14:textId="64726988" w:rsidR="005E2111" w:rsidRDefault="00F26467" w:rsidP="00FB6A98"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56" w:name="Text12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  <w:tc>
          <w:tcPr>
            <w:tcW w:w="1148" w:type="dxa"/>
          </w:tcPr>
          <w:p w14:paraId="49AEA29F" w14:textId="35C1E0FD" w:rsidR="005E2111" w:rsidRDefault="00F26467" w:rsidP="00FB6A98">
            <w: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57" w:name="Text10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7"/>
          </w:p>
        </w:tc>
        <w:tc>
          <w:tcPr>
            <w:tcW w:w="1290" w:type="dxa"/>
          </w:tcPr>
          <w:p w14:paraId="4BA192EA" w14:textId="2C387686" w:rsidR="005E2111" w:rsidRDefault="00F26467" w:rsidP="00FB6A98">
            <w: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58" w:name="Text10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  <w:tc>
          <w:tcPr>
            <w:tcW w:w="1133" w:type="dxa"/>
          </w:tcPr>
          <w:p w14:paraId="3AA515CE" w14:textId="3D45A424" w:rsidR="005E2111" w:rsidRDefault="00F26467" w:rsidP="00FB6A98">
            <w: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59" w:name="Text7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</w:tr>
      <w:tr w:rsidR="005E2111" w14:paraId="07150780" w14:textId="77777777" w:rsidTr="008A25E0">
        <w:trPr>
          <w:trHeight w:val="143"/>
        </w:trPr>
        <w:tc>
          <w:tcPr>
            <w:tcW w:w="3402" w:type="dxa"/>
          </w:tcPr>
          <w:p w14:paraId="42143F28" w14:textId="23CD0A7A" w:rsidR="005E2111" w:rsidRDefault="00F26467" w:rsidP="00FB6A98">
            <w: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60" w:name="Text12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  <w:tc>
          <w:tcPr>
            <w:tcW w:w="3231" w:type="dxa"/>
          </w:tcPr>
          <w:p w14:paraId="1DC7B2AE" w14:textId="510EE564" w:rsidR="005E2111" w:rsidRDefault="00F26467" w:rsidP="00FB6A98">
            <w: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61" w:name="Text12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1148" w:type="dxa"/>
          </w:tcPr>
          <w:p w14:paraId="111E8C30" w14:textId="505AA613" w:rsidR="005E2111" w:rsidRDefault="00F26467" w:rsidP="00FB6A98">
            <w: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62" w:name="Text10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2"/>
          </w:p>
        </w:tc>
        <w:tc>
          <w:tcPr>
            <w:tcW w:w="1290" w:type="dxa"/>
          </w:tcPr>
          <w:p w14:paraId="5BF4D225" w14:textId="72263E10" w:rsidR="005E2111" w:rsidRDefault="00F26467" w:rsidP="00FB6A98">
            <w: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63" w:name="Text10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  <w:tc>
          <w:tcPr>
            <w:tcW w:w="1133" w:type="dxa"/>
          </w:tcPr>
          <w:p w14:paraId="12C412E1" w14:textId="4E8F5906" w:rsidR="005E2111" w:rsidRDefault="00F26467" w:rsidP="00FB6A98"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64" w:name="Text7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</w:tr>
      <w:tr w:rsidR="005E2111" w14:paraId="00789D62" w14:textId="77777777" w:rsidTr="008A25E0">
        <w:trPr>
          <w:trHeight w:val="143"/>
        </w:trPr>
        <w:tc>
          <w:tcPr>
            <w:tcW w:w="3402" w:type="dxa"/>
          </w:tcPr>
          <w:p w14:paraId="6D0FD1B0" w14:textId="310E0C03" w:rsidR="005E2111" w:rsidRDefault="00F26467" w:rsidP="00FB6A98">
            <w: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65" w:name="Text12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  <w:tc>
          <w:tcPr>
            <w:tcW w:w="3231" w:type="dxa"/>
          </w:tcPr>
          <w:p w14:paraId="12EC3E75" w14:textId="5AB55DD5" w:rsidR="005E2111" w:rsidRDefault="00F26467" w:rsidP="00FB6A98"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66" w:name="Text12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6"/>
          </w:p>
        </w:tc>
        <w:tc>
          <w:tcPr>
            <w:tcW w:w="1148" w:type="dxa"/>
          </w:tcPr>
          <w:p w14:paraId="0C24C92D" w14:textId="443E6EE8" w:rsidR="005E2111" w:rsidRDefault="00F26467" w:rsidP="00FB6A98">
            <w: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67" w:name="Text10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7"/>
          </w:p>
        </w:tc>
        <w:tc>
          <w:tcPr>
            <w:tcW w:w="1290" w:type="dxa"/>
          </w:tcPr>
          <w:p w14:paraId="7A467F70" w14:textId="24910E72" w:rsidR="005E2111" w:rsidRDefault="00F26467" w:rsidP="00FB6A98">
            <w: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68" w:name="Text9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  <w:tc>
          <w:tcPr>
            <w:tcW w:w="1133" w:type="dxa"/>
          </w:tcPr>
          <w:p w14:paraId="4CCD7119" w14:textId="28A5F306" w:rsidR="005E2111" w:rsidRDefault="00F26467" w:rsidP="00FB6A98"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69" w:name="Text8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69"/>
          </w:p>
        </w:tc>
      </w:tr>
      <w:tr w:rsidR="005E2111" w14:paraId="739B92CD" w14:textId="77777777" w:rsidTr="008A25E0">
        <w:trPr>
          <w:trHeight w:val="143"/>
        </w:trPr>
        <w:tc>
          <w:tcPr>
            <w:tcW w:w="3402" w:type="dxa"/>
          </w:tcPr>
          <w:p w14:paraId="25954019" w14:textId="36A02BCC" w:rsidR="005E2111" w:rsidRDefault="00F26467" w:rsidP="00FB6A98">
            <w: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70" w:name="Text12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0"/>
          </w:p>
        </w:tc>
        <w:tc>
          <w:tcPr>
            <w:tcW w:w="3231" w:type="dxa"/>
          </w:tcPr>
          <w:p w14:paraId="69C8D1A7" w14:textId="080597E8" w:rsidR="005E2111" w:rsidRDefault="00F26467" w:rsidP="00FB6A98">
            <w: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71" w:name="Text12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1"/>
          </w:p>
        </w:tc>
        <w:tc>
          <w:tcPr>
            <w:tcW w:w="1148" w:type="dxa"/>
          </w:tcPr>
          <w:p w14:paraId="581FD3F3" w14:textId="004832DA" w:rsidR="005E2111" w:rsidRDefault="00F26467" w:rsidP="00FB6A98">
            <w: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72" w:name="Text10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  <w:tc>
          <w:tcPr>
            <w:tcW w:w="1290" w:type="dxa"/>
          </w:tcPr>
          <w:p w14:paraId="5812FAC6" w14:textId="6BCB8513" w:rsidR="005E2111" w:rsidRDefault="00F26467" w:rsidP="00FB6A98">
            <w: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73" w:name="Text9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3"/>
          </w:p>
        </w:tc>
        <w:tc>
          <w:tcPr>
            <w:tcW w:w="1133" w:type="dxa"/>
          </w:tcPr>
          <w:p w14:paraId="6849D5CA" w14:textId="07E39B21" w:rsidR="005E2111" w:rsidRDefault="00F26467" w:rsidP="00FB6A98"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74" w:name="Text8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</w:tr>
      <w:tr w:rsidR="005E2111" w14:paraId="27F23550" w14:textId="77777777" w:rsidTr="008A25E0">
        <w:trPr>
          <w:trHeight w:val="143"/>
        </w:trPr>
        <w:tc>
          <w:tcPr>
            <w:tcW w:w="3402" w:type="dxa"/>
          </w:tcPr>
          <w:p w14:paraId="02E49CB6" w14:textId="4E7974FE" w:rsidR="005E2111" w:rsidRDefault="00F26467" w:rsidP="00FB6A98">
            <w: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75" w:name="Text13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5"/>
          </w:p>
        </w:tc>
        <w:tc>
          <w:tcPr>
            <w:tcW w:w="3231" w:type="dxa"/>
          </w:tcPr>
          <w:p w14:paraId="175CA273" w14:textId="44505804" w:rsidR="005E2111" w:rsidRDefault="00F26467" w:rsidP="00FB6A98">
            <w: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76" w:name="Text12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6"/>
          </w:p>
        </w:tc>
        <w:tc>
          <w:tcPr>
            <w:tcW w:w="1148" w:type="dxa"/>
          </w:tcPr>
          <w:p w14:paraId="57D0CF53" w14:textId="1B3F6960" w:rsidR="005E2111" w:rsidRDefault="00F26467" w:rsidP="00FB6A98">
            <w: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77" w:name="Text10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7"/>
          </w:p>
        </w:tc>
        <w:tc>
          <w:tcPr>
            <w:tcW w:w="1290" w:type="dxa"/>
          </w:tcPr>
          <w:p w14:paraId="00AE80D1" w14:textId="4E7447B2" w:rsidR="005E2111" w:rsidRDefault="00F26467" w:rsidP="00FB6A98">
            <w: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78" w:name="Text9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8"/>
          </w:p>
        </w:tc>
        <w:tc>
          <w:tcPr>
            <w:tcW w:w="1133" w:type="dxa"/>
          </w:tcPr>
          <w:p w14:paraId="15603C33" w14:textId="34831731" w:rsidR="005E2111" w:rsidRDefault="00F26467" w:rsidP="00FB6A98">
            <w: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79" w:name="Text8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79"/>
          </w:p>
        </w:tc>
      </w:tr>
      <w:tr w:rsidR="005E2111" w14:paraId="5AD01B67" w14:textId="77777777" w:rsidTr="008A25E0">
        <w:trPr>
          <w:trHeight w:val="143"/>
        </w:trPr>
        <w:tc>
          <w:tcPr>
            <w:tcW w:w="3402" w:type="dxa"/>
          </w:tcPr>
          <w:p w14:paraId="79C03F12" w14:textId="3B32B661" w:rsidR="005E2111" w:rsidRDefault="00F26467" w:rsidP="00FB6A98"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80" w:name="Text13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0"/>
          </w:p>
        </w:tc>
        <w:tc>
          <w:tcPr>
            <w:tcW w:w="3231" w:type="dxa"/>
          </w:tcPr>
          <w:p w14:paraId="5F4080D6" w14:textId="52374CDC" w:rsidR="005E2111" w:rsidRDefault="00F26467" w:rsidP="00FB6A98">
            <w: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81" w:name="Text12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1"/>
          </w:p>
        </w:tc>
        <w:tc>
          <w:tcPr>
            <w:tcW w:w="1148" w:type="dxa"/>
          </w:tcPr>
          <w:p w14:paraId="489B6FC7" w14:textId="736C978F" w:rsidR="005E2111" w:rsidRDefault="00F26467" w:rsidP="00FB6A98"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82" w:name="Text10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2"/>
          </w:p>
        </w:tc>
        <w:tc>
          <w:tcPr>
            <w:tcW w:w="1290" w:type="dxa"/>
          </w:tcPr>
          <w:p w14:paraId="0E1BFD90" w14:textId="73C1A3AA" w:rsidR="005E2111" w:rsidRDefault="00F26467" w:rsidP="00FB6A98"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83" w:name="Text9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3"/>
          </w:p>
        </w:tc>
        <w:tc>
          <w:tcPr>
            <w:tcW w:w="1133" w:type="dxa"/>
          </w:tcPr>
          <w:p w14:paraId="11F40E2A" w14:textId="19D2115D" w:rsidR="005E2111" w:rsidRDefault="00F26467" w:rsidP="00FB6A98"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84" w:name="Text8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4"/>
          </w:p>
        </w:tc>
      </w:tr>
      <w:tr w:rsidR="005E2111" w14:paraId="3D4270C1" w14:textId="77777777" w:rsidTr="008A25E0">
        <w:trPr>
          <w:trHeight w:val="143"/>
        </w:trPr>
        <w:tc>
          <w:tcPr>
            <w:tcW w:w="3402" w:type="dxa"/>
          </w:tcPr>
          <w:p w14:paraId="1EDAD87B" w14:textId="2C380890" w:rsidR="005E2111" w:rsidRDefault="00F26467" w:rsidP="00FB6A98">
            <w: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85" w:name="Text13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5"/>
          </w:p>
        </w:tc>
        <w:tc>
          <w:tcPr>
            <w:tcW w:w="3231" w:type="dxa"/>
          </w:tcPr>
          <w:p w14:paraId="4CAFB698" w14:textId="0A57A2C6" w:rsidR="005E2111" w:rsidRDefault="00F26467" w:rsidP="00FB6A98">
            <w: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86" w:name="Text11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6"/>
          </w:p>
        </w:tc>
        <w:tc>
          <w:tcPr>
            <w:tcW w:w="1148" w:type="dxa"/>
          </w:tcPr>
          <w:p w14:paraId="0BFCC77E" w14:textId="0812C777" w:rsidR="005E2111" w:rsidRDefault="00F26467" w:rsidP="00FB6A98"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87" w:name="Text10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7"/>
          </w:p>
        </w:tc>
        <w:tc>
          <w:tcPr>
            <w:tcW w:w="1290" w:type="dxa"/>
          </w:tcPr>
          <w:p w14:paraId="7B7DD588" w14:textId="50B1A221" w:rsidR="005E2111" w:rsidRDefault="00F26467" w:rsidP="00FB6A98">
            <w: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88" w:name="Text9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8"/>
          </w:p>
        </w:tc>
        <w:tc>
          <w:tcPr>
            <w:tcW w:w="1133" w:type="dxa"/>
          </w:tcPr>
          <w:p w14:paraId="7CB81675" w14:textId="4859B781" w:rsidR="005E2111" w:rsidRDefault="00F26467" w:rsidP="00FB6A98"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89" w:name="Text8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89"/>
          </w:p>
        </w:tc>
      </w:tr>
      <w:tr w:rsidR="005E2111" w14:paraId="6D710255" w14:textId="77777777" w:rsidTr="008A25E0">
        <w:trPr>
          <w:trHeight w:val="143"/>
        </w:trPr>
        <w:tc>
          <w:tcPr>
            <w:tcW w:w="3402" w:type="dxa"/>
          </w:tcPr>
          <w:p w14:paraId="462A6408" w14:textId="75312BC2" w:rsidR="005E2111" w:rsidRDefault="00F26467" w:rsidP="00FB6A98">
            <w: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90" w:name="Text13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0"/>
          </w:p>
        </w:tc>
        <w:tc>
          <w:tcPr>
            <w:tcW w:w="3231" w:type="dxa"/>
          </w:tcPr>
          <w:p w14:paraId="634C6F5B" w14:textId="1A45FA80" w:rsidR="005E2111" w:rsidRDefault="00F26467" w:rsidP="00FB6A98">
            <w: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91" w:name="Text11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1"/>
          </w:p>
        </w:tc>
        <w:tc>
          <w:tcPr>
            <w:tcW w:w="1148" w:type="dxa"/>
          </w:tcPr>
          <w:p w14:paraId="0658D7D8" w14:textId="2A23F529" w:rsidR="005E2111" w:rsidRDefault="00F26467" w:rsidP="00FB6A98"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92" w:name="Text109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2"/>
          </w:p>
        </w:tc>
        <w:tc>
          <w:tcPr>
            <w:tcW w:w="1290" w:type="dxa"/>
          </w:tcPr>
          <w:p w14:paraId="195D2E85" w14:textId="7EF42CC4" w:rsidR="005E2111" w:rsidRDefault="00F26467" w:rsidP="00FB6A98">
            <w: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93" w:name="Text9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3"/>
          </w:p>
        </w:tc>
        <w:tc>
          <w:tcPr>
            <w:tcW w:w="1133" w:type="dxa"/>
          </w:tcPr>
          <w:p w14:paraId="266E3842" w14:textId="24FD8DE9" w:rsidR="005E2111" w:rsidRDefault="00F26467" w:rsidP="00FB6A98">
            <w: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94" w:name="Text8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4"/>
          </w:p>
        </w:tc>
      </w:tr>
      <w:tr w:rsidR="005E2111" w14:paraId="3EA68127" w14:textId="77777777" w:rsidTr="008A25E0">
        <w:trPr>
          <w:trHeight w:val="143"/>
        </w:trPr>
        <w:tc>
          <w:tcPr>
            <w:tcW w:w="3402" w:type="dxa"/>
          </w:tcPr>
          <w:p w14:paraId="4494A041" w14:textId="7C1122FD" w:rsidR="005E2111" w:rsidRDefault="00F26467" w:rsidP="00FB6A98">
            <w: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95" w:name="Text134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5"/>
          </w:p>
        </w:tc>
        <w:tc>
          <w:tcPr>
            <w:tcW w:w="3231" w:type="dxa"/>
          </w:tcPr>
          <w:p w14:paraId="14D4BB20" w14:textId="612F4D50" w:rsidR="005E2111" w:rsidRDefault="00F26467" w:rsidP="00FB6A98"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96" w:name="Text11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6"/>
          </w:p>
        </w:tc>
        <w:tc>
          <w:tcPr>
            <w:tcW w:w="1148" w:type="dxa"/>
          </w:tcPr>
          <w:p w14:paraId="401B887A" w14:textId="4EA08C8D" w:rsidR="005E2111" w:rsidRDefault="00F26467" w:rsidP="00FB6A98"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97" w:name="Text110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7"/>
          </w:p>
        </w:tc>
        <w:tc>
          <w:tcPr>
            <w:tcW w:w="1290" w:type="dxa"/>
          </w:tcPr>
          <w:p w14:paraId="7B4F7F97" w14:textId="253D96AD" w:rsidR="005E2111" w:rsidRDefault="00F26467" w:rsidP="00FB6A98"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98" w:name="Text93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8"/>
          </w:p>
        </w:tc>
        <w:tc>
          <w:tcPr>
            <w:tcW w:w="1133" w:type="dxa"/>
          </w:tcPr>
          <w:p w14:paraId="0D4C2EA7" w14:textId="70885012" w:rsidR="005E2111" w:rsidRDefault="00F26467" w:rsidP="00FB6A98">
            <w: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99" w:name="Text8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99"/>
          </w:p>
        </w:tc>
      </w:tr>
      <w:tr w:rsidR="005E2111" w14:paraId="1458D01C" w14:textId="77777777" w:rsidTr="008A25E0">
        <w:trPr>
          <w:trHeight w:val="143"/>
        </w:trPr>
        <w:tc>
          <w:tcPr>
            <w:tcW w:w="3402" w:type="dxa"/>
          </w:tcPr>
          <w:p w14:paraId="5CCF214E" w14:textId="1D75D542" w:rsidR="005E2111" w:rsidRDefault="00F26467" w:rsidP="00FB6A98">
            <w: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100" w:name="Text13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0"/>
          </w:p>
        </w:tc>
        <w:tc>
          <w:tcPr>
            <w:tcW w:w="3231" w:type="dxa"/>
          </w:tcPr>
          <w:p w14:paraId="113D8A40" w14:textId="05139F81" w:rsidR="005E2111" w:rsidRDefault="00F26467" w:rsidP="00FB6A98"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01" w:name="Text11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1"/>
          </w:p>
        </w:tc>
        <w:tc>
          <w:tcPr>
            <w:tcW w:w="1148" w:type="dxa"/>
          </w:tcPr>
          <w:p w14:paraId="00ED75B9" w14:textId="6A83BB0C" w:rsidR="005E2111" w:rsidRDefault="00F26467" w:rsidP="00FB6A98">
            <w: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02" w:name="Text11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2"/>
          </w:p>
        </w:tc>
        <w:tc>
          <w:tcPr>
            <w:tcW w:w="1290" w:type="dxa"/>
          </w:tcPr>
          <w:p w14:paraId="30C9DDB9" w14:textId="0D3B2834" w:rsidR="005E2111" w:rsidRDefault="00F26467" w:rsidP="00FB6A98">
            <w: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103" w:name="Text9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3"/>
          </w:p>
        </w:tc>
        <w:tc>
          <w:tcPr>
            <w:tcW w:w="1133" w:type="dxa"/>
          </w:tcPr>
          <w:p w14:paraId="14B58FC2" w14:textId="55B48805" w:rsidR="005E2111" w:rsidRDefault="00F26467" w:rsidP="00FB6A98">
            <w: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04" w:name="Text87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4"/>
          </w:p>
        </w:tc>
      </w:tr>
      <w:tr w:rsidR="005E2111" w14:paraId="2D13B8AB" w14:textId="77777777" w:rsidTr="008A25E0">
        <w:trPr>
          <w:trHeight w:val="143"/>
        </w:trPr>
        <w:tc>
          <w:tcPr>
            <w:tcW w:w="3402" w:type="dxa"/>
          </w:tcPr>
          <w:p w14:paraId="6D0AC568" w14:textId="77C3CA0E" w:rsidR="005E2111" w:rsidRDefault="00F26467" w:rsidP="00FB6A98">
            <w: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05" w:name="Text136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5"/>
          </w:p>
        </w:tc>
        <w:tc>
          <w:tcPr>
            <w:tcW w:w="3231" w:type="dxa"/>
          </w:tcPr>
          <w:p w14:paraId="51440B8F" w14:textId="11E11046" w:rsidR="005E2111" w:rsidRDefault="00F26467" w:rsidP="00FB6A98"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06" w:name="Text115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6"/>
          </w:p>
        </w:tc>
        <w:tc>
          <w:tcPr>
            <w:tcW w:w="1148" w:type="dxa"/>
          </w:tcPr>
          <w:p w14:paraId="3A7C52A1" w14:textId="67A34985" w:rsidR="005E2111" w:rsidRDefault="00F26467" w:rsidP="00FB6A98">
            <w: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07" w:name="Text112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7"/>
          </w:p>
        </w:tc>
        <w:tc>
          <w:tcPr>
            <w:tcW w:w="1290" w:type="dxa"/>
          </w:tcPr>
          <w:p w14:paraId="4E7AB09F" w14:textId="16EDB2C3" w:rsidR="005E2111" w:rsidRDefault="00F26467" w:rsidP="00FB6A98">
            <w: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108" w:name="Text91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8"/>
          </w:p>
        </w:tc>
        <w:tc>
          <w:tcPr>
            <w:tcW w:w="1133" w:type="dxa"/>
          </w:tcPr>
          <w:p w14:paraId="2E34725A" w14:textId="20A1893E" w:rsidR="005E2111" w:rsidRDefault="00F26467" w:rsidP="00FB6A98">
            <w: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09" w:name="Text88"/>
            <w:r>
              <w:instrText xml:space="preserve"> FORMTEXT </w:instrText>
            </w:r>
            <w:r>
              <w:fldChar w:fldCharType="separate"/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 w:rsidR="0035474A">
              <w:rPr>
                <w:noProof/>
              </w:rPr>
              <w:t> </w:t>
            </w:r>
            <w:r>
              <w:fldChar w:fldCharType="end"/>
            </w:r>
            <w:bookmarkEnd w:id="109"/>
          </w:p>
        </w:tc>
      </w:tr>
    </w:tbl>
    <w:p w14:paraId="61D8269E" w14:textId="77777777" w:rsidR="00A3275D" w:rsidRDefault="00A3275D" w:rsidP="00B844FA"/>
    <w:tbl>
      <w:tblPr>
        <w:tblStyle w:val="Tabelraster"/>
        <w:tblW w:w="0" w:type="auto"/>
        <w:tblInd w:w="137" w:type="dxa"/>
        <w:tblLook w:val="04A0" w:firstRow="1" w:lastRow="0" w:firstColumn="1" w:lastColumn="0" w:noHBand="0" w:noVBand="1"/>
      </w:tblPr>
      <w:tblGrid>
        <w:gridCol w:w="2590"/>
        <w:gridCol w:w="2590"/>
        <w:gridCol w:w="2591"/>
        <w:gridCol w:w="2542"/>
      </w:tblGrid>
      <w:tr w:rsidR="001E5BC1" w:rsidRPr="004F20AC" w14:paraId="243EB998" w14:textId="77777777" w:rsidTr="008431E8">
        <w:trPr>
          <w:trHeight w:val="354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14:paraId="486F1C97" w14:textId="538C3F96" w:rsidR="001E5BC1" w:rsidRPr="004F20AC" w:rsidRDefault="001E5BC1" w:rsidP="00FB6A98">
            <w:pPr>
              <w:rPr>
                <w:b/>
                <w:bCs/>
              </w:rPr>
            </w:pPr>
            <w:r w:rsidRPr="004F20AC">
              <w:rPr>
                <w:b/>
                <w:bCs/>
              </w:rPr>
              <w:t>Uitgave</w:t>
            </w:r>
            <w:r w:rsidR="006444D1" w:rsidRPr="004F20AC">
              <w:rPr>
                <w:b/>
                <w:bCs/>
              </w:rPr>
              <w:t>: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14:paraId="69A89994" w14:textId="77777777" w:rsidR="001E5BC1" w:rsidRPr="004F20AC" w:rsidRDefault="001E5BC1" w:rsidP="00FB6A98">
            <w:pPr>
              <w:rPr>
                <w:b/>
                <w:bCs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14:paraId="0418C2F9" w14:textId="467032E9" w:rsidR="001E5BC1" w:rsidRPr="004F20AC" w:rsidRDefault="001E5BC1" w:rsidP="00FB6A98">
            <w:pPr>
              <w:rPr>
                <w:b/>
                <w:bCs/>
              </w:rPr>
            </w:pPr>
            <w:r w:rsidRPr="004F20AC">
              <w:rPr>
                <w:b/>
                <w:bCs/>
              </w:rPr>
              <w:t>Inname</w:t>
            </w:r>
            <w:r w:rsidR="006444D1" w:rsidRPr="004F20AC">
              <w:rPr>
                <w:b/>
                <w:bCs/>
              </w:rPr>
              <w:t>: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14:paraId="44FC75C4" w14:textId="77777777" w:rsidR="001E5BC1" w:rsidRPr="004F20AC" w:rsidRDefault="001E5BC1" w:rsidP="00FB6A98">
            <w:pPr>
              <w:rPr>
                <w:b/>
                <w:bCs/>
              </w:rPr>
            </w:pPr>
          </w:p>
        </w:tc>
      </w:tr>
      <w:tr w:rsidR="002B04E2" w14:paraId="6794446C" w14:textId="77777777" w:rsidTr="008431E8">
        <w:trPr>
          <w:trHeight w:val="283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14:paraId="33574D9F" w14:textId="3C625889" w:rsidR="002B04E2" w:rsidRDefault="006444D1" w:rsidP="00FB6A98">
            <w:r>
              <w:t>Paraaf materiaalbeheer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98BED" w14:textId="77777777" w:rsidR="002B04E2" w:rsidRDefault="002B04E2" w:rsidP="00FB6A98"/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14:paraId="1B89E1A9" w14:textId="4C18FAA2" w:rsidR="002B04E2" w:rsidRDefault="00634327" w:rsidP="00FB6A98">
            <w:r>
              <w:t>Paraaf materiaalbeheer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2CCB7" w14:textId="77777777" w:rsidR="002B04E2" w:rsidRDefault="002B04E2" w:rsidP="00FB6A98"/>
        </w:tc>
      </w:tr>
      <w:tr w:rsidR="008431E8" w14:paraId="38604C3B" w14:textId="77777777" w:rsidTr="008431E8">
        <w:trPr>
          <w:trHeight w:val="52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14:paraId="57A93BD0" w14:textId="77777777" w:rsidR="008431E8" w:rsidRDefault="008431E8" w:rsidP="00FB6A98"/>
        </w:tc>
        <w:tc>
          <w:tcPr>
            <w:tcW w:w="2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86F76" w14:textId="77777777" w:rsidR="008431E8" w:rsidRDefault="008431E8" w:rsidP="00FB6A98"/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14:paraId="4B88ADA0" w14:textId="77777777" w:rsidR="008431E8" w:rsidRDefault="008431E8" w:rsidP="00FB6A98"/>
        </w:tc>
        <w:tc>
          <w:tcPr>
            <w:tcW w:w="2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9AFF6" w14:textId="77777777" w:rsidR="008431E8" w:rsidRDefault="008431E8" w:rsidP="00FB6A98"/>
        </w:tc>
      </w:tr>
      <w:tr w:rsidR="007744FE" w14:paraId="3DAA3601" w14:textId="77777777" w:rsidTr="008431E8">
        <w:trPr>
          <w:trHeight w:val="52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14:paraId="2DCCA7ED" w14:textId="416F9B02" w:rsidR="007744FE" w:rsidRDefault="006444D1" w:rsidP="00FB6A98">
            <w:r>
              <w:t xml:space="preserve">Paraaf </w:t>
            </w:r>
            <w:r w:rsidR="00634327">
              <w:t>aanvrager</w:t>
            </w:r>
          </w:p>
        </w:tc>
        <w:tc>
          <w:tcPr>
            <w:tcW w:w="2590" w:type="dxa"/>
            <w:tcBorders>
              <w:top w:val="nil"/>
              <w:left w:val="nil"/>
              <w:right w:val="nil"/>
            </w:tcBorders>
          </w:tcPr>
          <w:p w14:paraId="1F52F65B" w14:textId="77777777" w:rsidR="007744FE" w:rsidRDefault="007744FE" w:rsidP="00FB6A98"/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14:paraId="4CC1D0EF" w14:textId="398B024F" w:rsidR="007744FE" w:rsidRDefault="00634327" w:rsidP="00FB6A98">
            <w:r>
              <w:t>Paraaf aanvrager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</w:tcPr>
          <w:p w14:paraId="42792C6D" w14:textId="77777777" w:rsidR="007744FE" w:rsidRDefault="007744FE" w:rsidP="00FB6A98"/>
        </w:tc>
      </w:tr>
    </w:tbl>
    <w:p w14:paraId="69C6C051" w14:textId="77777777" w:rsidR="00BB5AA9" w:rsidRPr="00FB6A98" w:rsidRDefault="00BB5AA9" w:rsidP="00382A54"/>
    <w:sectPr w:rsidR="00BB5AA9" w:rsidRPr="00FB6A98" w:rsidSect="00811489">
      <w:headerReference w:type="default" r:id="rId12"/>
      <w:footerReference w:type="even" r:id="rId13"/>
      <w:footerReference w:type="default" r:id="rId14"/>
      <w:pgSz w:w="11900" w:h="16840"/>
      <w:pgMar w:top="2835" w:right="720" w:bottom="1134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69C58" w14:textId="77777777" w:rsidR="00684F76" w:rsidRDefault="00684F76" w:rsidP="00D51092">
      <w:r>
        <w:separator/>
      </w:r>
    </w:p>
  </w:endnote>
  <w:endnote w:type="continuationSeparator" w:id="0">
    <w:p w14:paraId="4F7CCED1" w14:textId="77777777" w:rsidR="00684F76" w:rsidRDefault="00684F76" w:rsidP="00D5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25528677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2341202E" w14:textId="77777777" w:rsidR="00EC6786" w:rsidRDefault="00EC6786" w:rsidP="00C43345">
        <w:pPr>
          <w:pStyle w:val="Voettekst"/>
          <w:framePr w:wrap="none" w:vAnchor="text" w:hAnchor="margin" w:xAlign="center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147C47DA" w14:textId="77777777" w:rsidR="00EC6786" w:rsidRDefault="00EC678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8DB7" w14:textId="77777777" w:rsidR="00EC6786" w:rsidRDefault="00684F76" w:rsidP="00C43345">
    <w:pPr>
      <w:pStyle w:val="Voettekst"/>
      <w:framePr w:wrap="none" w:vAnchor="text" w:hAnchor="margin" w:xAlign="center" w:y="1"/>
      <w:rPr>
        <w:rStyle w:val="Paginanummer"/>
      </w:rPr>
    </w:pPr>
    <w:sdt>
      <w:sdtPr>
        <w:rPr>
          <w:rStyle w:val="Paginanummer"/>
        </w:rPr>
        <w:id w:val="-1043590535"/>
        <w:docPartObj>
          <w:docPartGallery w:val="Page Numbers (Bottom of Page)"/>
          <w:docPartUnique/>
        </w:docPartObj>
      </w:sdtPr>
      <w:sdtEndPr>
        <w:rPr>
          <w:rStyle w:val="Paginanummer"/>
        </w:rPr>
      </w:sdtEndPr>
      <w:sdtContent>
        <w:r w:rsidR="00EC6786">
          <w:rPr>
            <w:rStyle w:val="Paginanummer"/>
          </w:rPr>
          <w:fldChar w:fldCharType="begin"/>
        </w:r>
        <w:r w:rsidR="00EC6786">
          <w:rPr>
            <w:rStyle w:val="Paginanummer"/>
          </w:rPr>
          <w:instrText xml:space="preserve"> PAGE </w:instrText>
        </w:r>
        <w:r w:rsidR="00EC6786">
          <w:rPr>
            <w:rStyle w:val="Paginanummer"/>
          </w:rPr>
          <w:fldChar w:fldCharType="separate"/>
        </w:r>
        <w:r w:rsidR="00EC6786">
          <w:rPr>
            <w:rStyle w:val="Paginanummer"/>
            <w:noProof/>
          </w:rPr>
          <w:t>- 1 -</w:t>
        </w:r>
        <w:r w:rsidR="00EC6786">
          <w:rPr>
            <w:rStyle w:val="Paginanummer"/>
          </w:rPr>
          <w:fldChar w:fldCharType="end"/>
        </w:r>
      </w:sdtContent>
    </w:sdt>
  </w:p>
  <w:p w14:paraId="095D4F12" w14:textId="77777777" w:rsidR="00EC6786" w:rsidRDefault="00EC678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23885" w14:textId="77777777" w:rsidR="00684F76" w:rsidRDefault="00684F76" w:rsidP="00D51092">
      <w:r>
        <w:separator/>
      </w:r>
    </w:p>
  </w:footnote>
  <w:footnote w:type="continuationSeparator" w:id="0">
    <w:p w14:paraId="16FB44A4" w14:textId="77777777" w:rsidR="00684F76" w:rsidRDefault="00684F76" w:rsidP="00D5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D2DD" w14:textId="77777777" w:rsidR="00D51092" w:rsidRPr="009F2E19" w:rsidRDefault="00D51092" w:rsidP="00D51092">
    <w:pPr>
      <w:pStyle w:val="Koptekst"/>
      <w:tabs>
        <w:tab w:val="left" w:pos="2552"/>
      </w:tabs>
      <w:rPr>
        <w:sz w:val="22"/>
        <w:szCs w:val="22"/>
      </w:rPr>
    </w:pPr>
    <w:r w:rsidRPr="009F2E19"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D1505A0" wp14:editId="7A857502">
          <wp:simplePos x="0" y="0"/>
          <wp:positionH relativeFrom="column">
            <wp:posOffset>-160655</wp:posOffset>
          </wp:positionH>
          <wp:positionV relativeFrom="paragraph">
            <wp:posOffset>112426</wp:posOffset>
          </wp:positionV>
          <wp:extent cx="1139190" cy="1139190"/>
          <wp:effectExtent l="0" t="0" r="0" b="381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leur-met-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1139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2E19">
      <w:rPr>
        <w:sz w:val="22"/>
        <w:szCs w:val="22"/>
      </w:rPr>
      <w:tab/>
      <w:t>Scouting St. Willibrord Kerkrade</w:t>
    </w:r>
  </w:p>
  <w:p w14:paraId="33884DE4" w14:textId="77777777" w:rsidR="009F2E19" w:rsidRPr="009F2E19" w:rsidRDefault="00D51092" w:rsidP="009F2E19">
    <w:pPr>
      <w:pStyle w:val="Koptekst"/>
      <w:tabs>
        <w:tab w:val="left" w:pos="2268"/>
        <w:tab w:val="left" w:pos="2552"/>
        <w:tab w:val="left" w:pos="6521"/>
        <w:tab w:val="left" w:pos="7088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A</w:t>
    </w:r>
    <w:r w:rsidRPr="009F2E19">
      <w:rPr>
        <w:sz w:val="22"/>
        <w:szCs w:val="22"/>
      </w:rPr>
      <w:tab/>
      <w:t>Voorterstraat 90</w:t>
    </w:r>
    <w:r w:rsidR="009F2E19">
      <w:rPr>
        <w:sz w:val="22"/>
        <w:szCs w:val="22"/>
      </w:rPr>
      <w:tab/>
    </w:r>
    <w:r w:rsidR="009F2E19">
      <w:rPr>
        <w:sz w:val="22"/>
        <w:szCs w:val="22"/>
      </w:rPr>
      <w:tab/>
    </w:r>
    <w:r w:rsidR="009F2E19" w:rsidRPr="009F2E19">
      <w:rPr>
        <w:b/>
        <w:sz w:val="22"/>
        <w:szCs w:val="22"/>
      </w:rPr>
      <w:t>KVK</w:t>
    </w:r>
    <w:r w:rsidR="009F2E19">
      <w:rPr>
        <w:sz w:val="22"/>
        <w:szCs w:val="22"/>
      </w:rPr>
      <w:tab/>
      <w:t>14101827</w:t>
    </w:r>
  </w:p>
  <w:p w14:paraId="0F20E2FF" w14:textId="77777777" w:rsidR="00D51092" w:rsidRPr="009F2E19" w:rsidRDefault="00D51092" w:rsidP="009F2E19">
    <w:pPr>
      <w:pStyle w:val="Koptekst"/>
      <w:tabs>
        <w:tab w:val="left" w:pos="2268"/>
        <w:tab w:val="left" w:pos="2552"/>
        <w:tab w:val="left" w:pos="6521"/>
        <w:tab w:val="left" w:pos="7088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sz w:val="22"/>
        <w:szCs w:val="22"/>
      </w:rPr>
      <w:tab/>
      <w:t>6462 SX  Kerkrade</w:t>
    </w:r>
    <w:r w:rsidR="009F2E19">
      <w:rPr>
        <w:sz w:val="22"/>
        <w:szCs w:val="22"/>
      </w:rPr>
      <w:tab/>
    </w:r>
    <w:r w:rsidR="009F2E19">
      <w:rPr>
        <w:sz w:val="22"/>
        <w:szCs w:val="22"/>
      </w:rPr>
      <w:tab/>
    </w:r>
    <w:r w:rsidR="009F2E19" w:rsidRPr="009F2E19">
      <w:rPr>
        <w:b/>
        <w:sz w:val="22"/>
        <w:szCs w:val="22"/>
      </w:rPr>
      <w:t>IBAN</w:t>
    </w:r>
    <w:r w:rsidR="009F2E19">
      <w:rPr>
        <w:sz w:val="22"/>
        <w:szCs w:val="22"/>
      </w:rPr>
      <w:tab/>
      <w:t>NL57RABO0100996884</w:t>
    </w:r>
  </w:p>
  <w:p w14:paraId="7BB108D4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sz w:val="22"/>
        <w:szCs w:val="22"/>
      </w:rPr>
      <w:tab/>
      <w:t>Nederland</w:t>
    </w:r>
  </w:p>
  <w:p w14:paraId="51ACB60F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</w:p>
  <w:p w14:paraId="69D13FD4" w14:textId="77777777" w:rsidR="00D51092" w:rsidRPr="009F2E19" w:rsidRDefault="00D51092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E</w:t>
    </w:r>
    <w:r w:rsidRPr="009F2E19">
      <w:rPr>
        <w:sz w:val="22"/>
        <w:szCs w:val="22"/>
      </w:rPr>
      <w:tab/>
    </w:r>
    <w:r w:rsidR="009F2E19" w:rsidRPr="009F2E19">
      <w:rPr>
        <w:sz w:val="22"/>
        <w:szCs w:val="22"/>
      </w:rPr>
      <w:t>groep@willibrordkerkrade.com</w:t>
    </w:r>
  </w:p>
  <w:p w14:paraId="1B8A94D0" w14:textId="77777777" w:rsidR="009F2E19" w:rsidRPr="009F2E19" w:rsidRDefault="009F2E19" w:rsidP="00D51092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W</w:t>
    </w:r>
    <w:r w:rsidRPr="009F2E19">
      <w:rPr>
        <w:sz w:val="22"/>
        <w:szCs w:val="22"/>
      </w:rPr>
      <w:tab/>
      <w:t>www.willibrordkerkrade.com</w:t>
    </w:r>
  </w:p>
  <w:p w14:paraId="2E7BBF83" w14:textId="77777777" w:rsidR="00D51092" w:rsidRPr="00EA23BB" w:rsidRDefault="009F2E19" w:rsidP="00EA23BB">
    <w:pPr>
      <w:pStyle w:val="Koptekst"/>
      <w:tabs>
        <w:tab w:val="left" w:pos="2268"/>
        <w:tab w:val="left" w:pos="2552"/>
      </w:tabs>
      <w:rPr>
        <w:sz w:val="22"/>
        <w:szCs w:val="22"/>
      </w:rPr>
    </w:pPr>
    <w:r w:rsidRPr="009F2E19">
      <w:rPr>
        <w:sz w:val="22"/>
        <w:szCs w:val="22"/>
      </w:rPr>
      <w:tab/>
    </w:r>
    <w:r w:rsidRPr="009F2E19">
      <w:rPr>
        <w:b/>
        <w:sz w:val="22"/>
        <w:szCs w:val="22"/>
      </w:rPr>
      <w:t>T</w:t>
    </w:r>
    <w:r w:rsidRPr="009F2E19">
      <w:rPr>
        <w:sz w:val="22"/>
        <w:szCs w:val="22"/>
      </w:rPr>
      <w:tab/>
      <w:t>+31 (0)45-535 09 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5" type="#_x0000_t75" style="width:224.95pt;height:224.95pt" o:bullet="t">
        <v:imagedata r:id="rId1" o:title="Fleur de lis"/>
      </v:shape>
    </w:pict>
  </w:numPicBullet>
  <w:numPicBullet w:numPicBulletId="1">
    <w:pict>
      <v:shape id="_x0000_i1256" type="#_x0000_t75" style="width:348.45pt;height:145.05pt;visibility:visible;mso-wrap-style:square" o:bullet="t">
        <v:imagedata r:id="rId2" o:title=""/>
      </v:shape>
    </w:pict>
  </w:numPicBullet>
  <w:abstractNum w:abstractNumId="0" w15:restartNumberingAfterBreak="0">
    <w:nsid w:val="47026E48"/>
    <w:multiLevelType w:val="hybridMultilevel"/>
    <w:tmpl w:val="F9ACF8D6"/>
    <w:lvl w:ilvl="0" w:tplc="ECA63D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E2393"/>
    <w:multiLevelType w:val="multilevel"/>
    <w:tmpl w:val="2C2CD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0" w:hanging="7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2FC2F29"/>
    <w:multiLevelType w:val="hybridMultilevel"/>
    <w:tmpl w:val="F782DA98"/>
    <w:lvl w:ilvl="0" w:tplc="ECA63D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9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QE6/5w61Hr2flJ0Yxoxk3iNSkbHG0XwXzEsC+l+d2+ptOhsGe7354aAxjx2SWVeRBWAWVirLozg1GaQ27s41ig==" w:salt="5Q4AAFwfoODA3qnh29dy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DB"/>
    <w:rsid w:val="0001201C"/>
    <w:rsid w:val="000769ED"/>
    <w:rsid w:val="000A480A"/>
    <w:rsid w:val="000B198F"/>
    <w:rsid w:val="001072CB"/>
    <w:rsid w:val="00172505"/>
    <w:rsid w:val="00181923"/>
    <w:rsid w:val="00195E05"/>
    <w:rsid w:val="001A0F26"/>
    <w:rsid w:val="001C78E4"/>
    <w:rsid w:val="001D781B"/>
    <w:rsid w:val="001E5BC1"/>
    <w:rsid w:val="00211973"/>
    <w:rsid w:val="00241E5E"/>
    <w:rsid w:val="00247F08"/>
    <w:rsid w:val="00256B13"/>
    <w:rsid w:val="0026523F"/>
    <w:rsid w:val="0027102E"/>
    <w:rsid w:val="002B04E2"/>
    <w:rsid w:val="002B1674"/>
    <w:rsid w:val="002C15C9"/>
    <w:rsid w:val="002F5073"/>
    <w:rsid w:val="002F7C37"/>
    <w:rsid w:val="00327496"/>
    <w:rsid w:val="0035474A"/>
    <w:rsid w:val="003609E4"/>
    <w:rsid w:val="00361958"/>
    <w:rsid w:val="00373E62"/>
    <w:rsid w:val="00382A54"/>
    <w:rsid w:val="003B5AE0"/>
    <w:rsid w:val="003E1CA1"/>
    <w:rsid w:val="003F640F"/>
    <w:rsid w:val="004313E6"/>
    <w:rsid w:val="0043353F"/>
    <w:rsid w:val="00433C9E"/>
    <w:rsid w:val="00445681"/>
    <w:rsid w:val="00480B51"/>
    <w:rsid w:val="004F20AC"/>
    <w:rsid w:val="004F5C72"/>
    <w:rsid w:val="00500F6E"/>
    <w:rsid w:val="00507795"/>
    <w:rsid w:val="00533508"/>
    <w:rsid w:val="00540E0B"/>
    <w:rsid w:val="005A5FE7"/>
    <w:rsid w:val="005B32E1"/>
    <w:rsid w:val="005E2111"/>
    <w:rsid w:val="005F18FC"/>
    <w:rsid w:val="0060025C"/>
    <w:rsid w:val="00627312"/>
    <w:rsid w:val="00634327"/>
    <w:rsid w:val="00636DCD"/>
    <w:rsid w:val="006444D1"/>
    <w:rsid w:val="0066734B"/>
    <w:rsid w:val="00674E6E"/>
    <w:rsid w:val="006774EC"/>
    <w:rsid w:val="00684F76"/>
    <w:rsid w:val="006A20CB"/>
    <w:rsid w:val="006B2234"/>
    <w:rsid w:val="006C4BB2"/>
    <w:rsid w:val="006D190F"/>
    <w:rsid w:val="00743EC1"/>
    <w:rsid w:val="00755E17"/>
    <w:rsid w:val="007744FE"/>
    <w:rsid w:val="007A198A"/>
    <w:rsid w:val="007A3A49"/>
    <w:rsid w:val="007A5714"/>
    <w:rsid w:val="007B5FBE"/>
    <w:rsid w:val="007C6D1A"/>
    <w:rsid w:val="00804E7A"/>
    <w:rsid w:val="00811489"/>
    <w:rsid w:val="0081323E"/>
    <w:rsid w:val="008431E8"/>
    <w:rsid w:val="00887A10"/>
    <w:rsid w:val="00894ADD"/>
    <w:rsid w:val="008A25E0"/>
    <w:rsid w:val="008E027A"/>
    <w:rsid w:val="0092393C"/>
    <w:rsid w:val="00934E71"/>
    <w:rsid w:val="00943549"/>
    <w:rsid w:val="0094788A"/>
    <w:rsid w:val="00977A29"/>
    <w:rsid w:val="009B0F5E"/>
    <w:rsid w:val="009B6FB9"/>
    <w:rsid w:val="009D47B2"/>
    <w:rsid w:val="009E20F3"/>
    <w:rsid w:val="009F234B"/>
    <w:rsid w:val="009F2E19"/>
    <w:rsid w:val="00A30FE5"/>
    <w:rsid w:val="00A3127A"/>
    <w:rsid w:val="00A3275D"/>
    <w:rsid w:val="00A4123C"/>
    <w:rsid w:val="00A467DE"/>
    <w:rsid w:val="00A55182"/>
    <w:rsid w:val="00A64F6A"/>
    <w:rsid w:val="00A67C4D"/>
    <w:rsid w:val="00A71B78"/>
    <w:rsid w:val="00AC26BD"/>
    <w:rsid w:val="00AC4BEB"/>
    <w:rsid w:val="00B0279B"/>
    <w:rsid w:val="00B030B6"/>
    <w:rsid w:val="00B20C9F"/>
    <w:rsid w:val="00B470EA"/>
    <w:rsid w:val="00B844FA"/>
    <w:rsid w:val="00BB5AA9"/>
    <w:rsid w:val="00BF3CF9"/>
    <w:rsid w:val="00C16D14"/>
    <w:rsid w:val="00C25578"/>
    <w:rsid w:val="00C65301"/>
    <w:rsid w:val="00CA4B87"/>
    <w:rsid w:val="00CB05BD"/>
    <w:rsid w:val="00CD30DB"/>
    <w:rsid w:val="00D140FB"/>
    <w:rsid w:val="00D51092"/>
    <w:rsid w:val="00D531C5"/>
    <w:rsid w:val="00D70800"/>
    <w:rsid w:val="00DA5773"/>
    <w:rsid w:val="00DB47B9"/>
    <w:rsid w:val="00DF0C4A"/>
    <w:rsid w:val="00E05132"/>
    <w:rsid w:val="00E23AB4"/>
    <w:rsid w:val="00E34C81"/>
    <w:rsid w:val="00E42FC7"/>
    <w:rsid w:val="00E521D6"/>
    <w:rsid w:val="00E6236A"/>
    <w:rsid w:val="00E90D87"/>
    <w:rsid w:val="00EA00CF"/>
    <w:rsid w:val="00EA0F08"/>
    <w:rsid w:val="00EA23BB"/>
    <w:rsid w:val="00EC6786"/>
    <w:rsid w:val="00F16F9A"/>
    <w:rsid w:val="00F23DA0"/>
    <w:rsid w:val="00F26467"/>
    <w:rsid w:val="00F2775C"/>
    <w:rsid w:val="00F378CF"/>
    <w:rsid w:val="00FB6A98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19708"/>
  <w15:chartTrackingRefBased/>
  <w15:docId w15:val="{31ED9386-4F10-C241-883C-951D2A3C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3C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3C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C15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5109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51092"/>
  </w:style>
  <w:style w:type="paragraph" w:styleId="Voettekst">
    <w:name w:val="footer"/>
    <w:basedOn w:val="Standaard"/>
    <w:link w:val="VoettekstChar"/>
    <w:uiPriority w:val="99"/>
    <w:unhideWhenUsed/>
    <w:rsid w:val="00D5109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51092"/>
  </w:style>
  <w:style w:type="character" w:styleId="Hyperlink">
    <w:name w:val="Hyperlink"/>
    <w:basedOn w:val="Standaardalinea-lettertype"/>
    <w:uiPriority w:val="99"/>
    <w:unhideWhenUsed/>
    <w:rsid w:val="009F2E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2E19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3BB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3BB"/>
    <w:rPr>
      <w:rFonts w:ascii="Times New Roman" w:hAnsi="Times New Roman" w:cs="Times New Roman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6530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653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C65301"/>
  </w:style>
  <w:style w:type="character" w:customStyle="1" w:styleId="Kop1Char">
    <w:name w:val="Kop 1 Char"/>
    <w:basedOn w:val="Standaardalinea-lettertype"/>
    <w:link w:val="Kop1"/>
    <w:uiPriority w:val="9"/>
    <w:rsid w:val="00433C9E"/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433C9E"/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2C15C9"/>
    <w:rPr>
      <w:rFonts w:asciiTheme="majorHAnsi" w:eastAsiaTheme="majorEastAsia" w:hAnsiTheme="majorHAnsi" w:cstheme="majorBidi"/>
      <w:color w:val="000000" w:themeColor="text1"/>
      <w:sz w:val="2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2C15C9"/>
    <w:pPr>
      <w:spacing w:before="480" w:line="276" w:lineRule="auto"/>
      <w:outlineLvl w:val="9"/>
    </w:pPr>
    <w:rPr>
      <w:b w:val="0"/>
      <w:bCs/>
      <w:color w:val="2F5496" w:themeColor="accent1" w:themeShade="BF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2C15C9"/>
    <w:pPr>
      <w:spacing w:before="240" w:after="120"/>
    </w:pPr>
    <w:rPr>
      <w:rFonts w:cstheme="minorHAnsi"/>
      <w:b/>
      <w:bCs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2C15C9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2C15C9"/>
    <w:pPr>
      <w:ind w:left="480"/>
    </w:pPr>
    <w:rPr>
      <w:rFonts w:cstheme="minorHAnsi"/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2C15C9"/>
    <w:pPr>
      <w:ind w:left="720"/>
    </w:pPr>
    <w:rPr>
      <w:rFonts w:cstheme="minorHAnsi"/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2C15C9"/>
    <w:pPr>
      <w:ind w:left="960"/>
    </w:pPr>
    <w:rPr>
      <w:rFonts w:cstheme="minorHAnsi"/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2C15C9"/>
    <w:pPr>
      <w:ind w:left="1200"/>
    </w:pPr>
    <w:rPr>
      <w:rFonts w:cstheme="minorHAnsi"/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2C15C9"/>
    <w:pPr>
      <w:ind w:left="1440"/>
    </w:pPr>
    <w:rPr>
      <w:rFonts w:cstheme="minorHAnsi"/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2C15C9"/>
    <w:pPr>
      <w:ind w:left="1680"/>
    </w:pPr>
    <w:rPr>
      <w:rFonts w:cstheme="minorHAnsi"/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2C15C9"/>
    <w:pPr>
      <w:ind w:left="1920"/>
    </w:pPr>
    <w:rPr>
      <w:rFonts w:cstheme="minorHAnsi"/>
      <w:sz w:val="20"/>
      <w:szCs w:val="20"/>
    </w:rPr>
  </w:style>
  <w:style w:type="paragraph" w:styleId="Lijstalinea">
    <w:name w:val="List Paragraph"/>
    <w:basedOn w:val="Standaard"/>
    <w:uiPriority w:val="34"/>
    <w:qFormat/>
    <w:rsid w:val="006D190F"/>
    <w:pPr>
      <w:ind w:left="720"/>
      <w:contextualSpacing/>
    </w:pPr>
  </w:style>
  <w:style w:type="character" w:styleId="Paginanummer">
    <w:name w:val="page number"/>
    <w:basedOn w:val="Standaardalinea-lettertype"/>
    <w:uiPriority w:val="99"/>
    <w:semiHidden/>
    <w:unhideWhenUsed/>
    <w:rsid w:val="00EC6786"/>
  </w:style>
  <w:style w:type="table" w:styleId="Tabelraster">
    <w:name w:val="Table Grid"/>
    <w:basedOn w:val="Standaardtabel"/>
    <w:uiPriority w:val="39"/>
    <w:rsid w:val="00F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teriaalbeheer@willibrordkerkad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uricethielen/Library/Group%20Containers/UBF8T346G9.Office/User%20Content.localized/Templates.localized/Scouting%20met%20voorblad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D44A3CB2A0F4885C517805B643868" ma:contentTypeVersion="14" ma:contentTypeDescription="Een nieuw document maken." ma:contentTypeScope="" ma:versionID="8f2fc0fe24e7ba845d7976e8a8638974">
  <xsd:schema xmlns:xsd="http://www.w3.org/2001/XMLSchema" xmlns:xs="http://www.w3.org/2001/XMLSchema" xmlns:p="http://schemas.microsoft.com/office/2006/metadata/properties" xmlns:ns2="23d88646-9c1d-4c85-af6f-29dd9006f7cc" xmlns:ns3="2e742759-f4f4-406e-8073-ccc506c75c46" targetNamespace="http://schemas.microsoft.com/office/2006/metadata/properties" ma:root="true" ma:fieldsID="04da3a75c54cd16e00a3a4761bcabfd0" ns2:_="" ns3:_="">
    <xsd:import namespace="23d88646-9c1d-4c85-af6f-29dd9006f7cc"/>
    <xsd:import namespace="2e742759-f4f4-406e-8073-ccc506c75c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88646-9c1d-4c85-af6f-29dd9006f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42759-f4f4-406e-8073-ccc506c75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Afmeldingsstatus" ma:internalName="Afmeldings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e742759-f4f4-406e-8073-ccc506c75c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FEAB0-E303-4C45-9384-C7DA1D1A6207}"/>
</file>

<file path=customXml/itemProps2.xml><?xml version="1.0" encoding="utf-8"?>
<ds:datastoreItem xmlns:ds="http://schemas.openxmlformats.org/officeDocument/2006/customXml" ds:itemID="{A16B269E-B41E-4542-A3E6-F02781EF6CFB}">
  <ds:schemaRefs>
    <ds:schemaRef ds:uri="http://schemas.microsoft.com/office/2006/metadata/properties"/>
    <ds:schemaRef ds:uri="http://schemas.microsoft.com/office/infopath/2007/PartnerControls"/>
    <ds:schemaRef ds:uri="2e742759-f4f4-406e-8073-ccc506c75c46"/>
  </ds:schemaRefs>
</ds:datastoreItem>
</file>

<file path=customXml/itemProps3.xml><?xml version="1.0" encoding="utf-8"?>
<ds:datastoreItem xmlns:ds="http://schemas.openxmlformats.org/officeDocument/2006/customXml" ds:itemID="{39CD0813-4605-4C52-89FE-D2426D637B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713CF-EBE2-0F41-A359-39D5E7FD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Scouting met voorblad.dotx</Template>
  <TotalTime>3</TotalTime>
  <Pages>1</Pages>
  <Words>424</Words>
  <Characters>2333</Characters>
  <Application>Microsoft Office Word</Application>
  <DocSecurity>2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Thielen</dc:creator>
  <cp:keywords/>
  <dc:description/>
  <cp:lastModifiedBy>Maurice Thielen</cp:lastModifiedBy>
  <cp:revision>8</cp:revision>
  <cp:lastPrinted>2021-05-04T09:57:00Z</cp:lastPrinted>
  <dcterms:created xsi:type="dcterms:W3CDTF">2021-05-04T09:57:00Z</dcterms:created>
  <dcterms:modified xsi:type="dcterms:W3CDTF">2021-05-04T10:07:00Z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0x010100008D44A3CB2A0F4885C517805B643868</vt:lpwstr>
  </property>
</Properties>
</file>